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0D548" w14:textId="2DC152E7" w:rsidR="00021518" w:rsidRDefault="00021518"/>
    <w:p w14:paraId="04092655" w14:textId="77777777" w:rsidR="00BA1B34" w:rsidRDefault="00BA1B34"/>
    <w:p w14:paraId="7EAB2C72" w14:textId="77777777" w:rsidR="00BA1B34" w:rsidRDefault="00BA1B34"/>
    <w:p w14:paraId="12627F8C" w14:textId="77777777" w:rsidR="00BA1B34" w:rsidRDefault="00BA1B34"/>
    <w:p w14:paraId="5FE36F29" w14:textId="77777777" w:rsidR="00BA1B34" w:rsidRDefault="00BA1B34"/>
    <w:p w14:paraId="6C962A14" w14:textId="0011439E" w:rsidR="000B22E9" w:rsidRDefault="000B22E9"/>
    <w:p w14:paraId="315BA837" w14:textId="24511914" w:rsidR="000B22E9" w:rsidRDefault="000B22E9"/>
    <w:p w14:paraId="5E85B745" w14:textId="47386139" w:rsidR="00A96DDB" w:rsidRDefault="00A96DDB" w:rsidP="00A96DDB">
      <w:r>
        <w:t>VOLIKIRI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06.</w:t>
      </w:r>
      <w:proofErr w:type="gramStart"/>
      <w:r>
        <w:t>10.2025.a</w:t>
      </w:r>
      <w:proofErr w:type="gramEnd"/>
      <w:r>
        <w:t xml:space="preserve"> nr </w:t>
      </w:r>
      <w:r w:rsidR="00F17E04">
        <w:t>8</w:t>
      </w:r>
    </w:p>
    <w:p w14:paraId="4AD4C3F5" w14:textId="77777777" w:rsidR="00A96DDB" w:rsidRDefault="00A96DDB" w:rsidP="00A96DDB"/>
    <w:p w14:paraId="5F6E6B70" w14:textId="77777777" w:rsidR="00A96DDB" w:rsidRDefault="00A96DDB" w:rsidP="00A96DDB"/>
    <w:p w14:paraId="2A1C94EF" w14:textId="77777777" w:rsidR="00A96DDB" w:rsidRDefault="00A96DDB" w:rsidP="00A96DDB"/>
    <w:p w14:paraId="258A6839" w14:textId="77777777" w:rsidR="00A96DDB" w:rsidRDefault="00A96DDB" w:rsidP="00A96DDB"/>
    <w:p w14:paraId="49CD0C8D" w14:textId="77777777" w:rsidR="00A96DDB" w:rsidRDefault="00A96DDB" w:rsidP="00A96DDB"/>
    <w:p w14:paraId="5A675FC1" w14:textId="77777777" w:rsidR="00A96DDB" w:rsidRDefault="00A96DDB" w:rsidP="00A96DDB"/>
    <w:p w14:paraId="4AD1437B" w14:textId="32624EA7" w:rsidR="00A96DDB" w:rsidRDefault="00A96DDB" w:rsidP="00A96DDB">
      <w:proofErr w:type="spellStart"/>
      <w:r>
        <w:t>Käesolevaga</w:t>
      </w:r>
      <w:proofErr w:type="spellEnd"/>
      <w:r>
        <w:t xml:space="preserve"> </w:t>
      </w:r>
      <w:proofErr w:type="spellStart"/>
      <w:r>
        <w:t>volitan</w:t>
      </w:r>
      <w:proofErr w:type="spellEnd"/>
      <w:r>
        <w:t xml:space="preserve"> </w:t>
      </w:r>
      <w:r w:rsidR="00F17E04">
        <w:t>Gevo Golding</w:t>
      </w:r>
      <w:r>
        <w:t xml:space="preserve">, </w:t>
      </w:r>
      <w:proofErr w:type="spellStart"/>
      <w:r>
        <w:t>isikukood</w:t>
      </w:r>
      <w:proofErr w:type="spellEnd"/>
      <w:r>
        <w:t xml:space="preserve"> </w:t>
      </w:r>
      <w:r w:rsidR="00F17E04" w:rsidRPr="00F17E04">
        <w:t>38802175713</w:t>
      </w:r>
      <w:r>
        <w:t xml:space="preserve"> </w:t>
      </w:r>
      <w:proofErr w:type="spellStart"/>
      <w:r>
        <w:t>esindama</w:t>
      </w:r>
      <w:proofErr w:type="spellEnd"/>
      <w:r>
        <w:t xml:space="preserve"> Valga Puu OÜ-d </w:t>
      </w:r>
      <w:proofErr w:type="spellStart"/>
      <w:r>
        <w:t>riigile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kolmandale</w:t>
      </w:r>
      <w:proofErr w:type="spellEnd"/>
      <w:r>
        <w:t xml:space="preserve"> </w:t>
      </w:r>
      <w:proofErr w:type="spellStart"/>
      <w:r>
        <w:t>isikule</w:t>
      </w:r>
      <w:proofErr w:type="spellEnd"/>
      <w:r>
        <w:t xml:space="preserve"> </w:t>
      </w:r>
      <w:proofErr w:type="spellStart"/>
      <w:r>
        <w:t>kuuluvate</w:t>
      </w:r>
      <w:proofErr w:type="spellEnd"/>
      <w:r>
        <w:t xml:space="preserve"> </w:t>
      </w:r>
      <w:proofErr w:type="spellStart"/>
      <w:r>
        <w:t>kinnistute</w:t>
      </w:r>
      <w:proofErr w:type="spellEnd"/>
      <w:r>
        <w:t xml:space="preserve"> ja </w:t>
      </w:r>
      <w:proofErr w:type="spellStart"/>
      <w:r>
        <w:t>teede</w:t>
      </w:r>
      <w:proofErr w:type="spellEnd"/>
      <w:r>
        <w:t xml:space="preserve"> </w:t>
      </w:r>
      <w:proofErr w:type="spellStart"/>
      <w:r>
        <w:t>metsamajanduslikul</w:t>
      </w:r>
      <w:proofErr w:type="spellEnd"/>
      <w:r>
        <w:t xml:space="preserve"> </w:t>
      </w:r>
      <w:proofErr w:type="spellStart"/>
      <w:r>
        <w:t>eesmärgil</w:t>
      </w:r>
      <w:proofErr w:type="spellEnd"/>
      <w:r>
        <w:t xml:space="preserve"> (</w:t>
      </w:r>
      <w:proofErr w:type="spellStart"/>
      <w:r>
        <w:t>sh</w:t>
      </w:r>
      <w:proofErr w:type="spellEnd"/>
      <w:r>
        <w:t xml:space="preserve"> </w:t>
      </w:r>
      <w:proofErr w:type="spellStart"/>
      <w:r>
        <w:t>metsamaterjali</w:t>
      </w:r>
      <w:proofErr w:type="spellEnd"/>
      <w:r>
        <w:t xml:space="preserve"> </w:t>
      </w:r>
      <w:proofErr w:type="spellStart"/>
      <w:r>
        <w:t>ladustamine</w:t>
      </w:r>
      <w:proofErr w:type="spellEnd"/>
      <w:r>
        <w:t xml:space="preserve"> ja </w:t>
      </w:r>
      <w:proofErr w:type="spellStart"/>
      <w:r>
        <w:t>laadimine</w:t>
      </w:r>
      <w:proofErr w:type="spellEnd"/>
      <w:r>
        <w:t xml:space="preserve">) </w:t>
      </w:r>
      <w:proofErr w:type="spellStart"/>
      <w:r>
        <w:t>kasutamiseks</w:t>
      </w:r>
      <w:proofErr w:type="spellEnd"/>
      <w:r>
        <w:t xml:space="preserve"> </w:t>
      </w:r>
      <w:proofErr w:type="spellStart"/>
      <w:r>
        <w:t>õiguse</w:t>
      </w:r>
      <w:proofErr w:type="spellEnd"/>
      <w:r>
        <w:t xml:space="preserve"> </w:t>
      </w:r>
      <w:proofErr w:type="spellStart"/>
      <w:r>
        <w:t>omandamisel</w:t>
      </w:r>
      <w:proofErr w:type="spellEnd"/>
      <w:r>
        <w:t xml:space="preserve">, </w:t>
      </w:r>
      <w:proofErr w:type="spellStart"/>
      <w:r>
        <w:t>sh</w:t>
      </w:r>
      <w:proofErr w:type="spellEnd"/>
      <w:r>
        <w:t xml:space="preserve"> </w:t>
      </w:r>
      <w:proofErr w:type="spellStart"/>
      <w:r>
        <w:t>lubade</w:t>
      </w:r>
      <w:proofErr w:type="spellEnd"/>
      <w:r>
        <w:t xml:space="preserve"> </w:t>
      </w:r>
      <w:proofErr w:type="spellStart"/>
      <w:r>
        <w:t>taotlemisel</w:t>
      </w:r>
      <w:proofErr w:type="spellEnd"/>
      <w:r>
        <w:t xml:space="preserve"> ja </w:t>
      </w:r>
      <w:proofErr w:type="spellStart"/>
      <w:r>
        <w:t>kokkulepete</w:t>
      </w:r>
      <w:proofErr w:type="spellEnd"/>
      <w:r>
        <w:t xml:space="preserve"> </w:t>
      </w:r>
      <w:proofErr w:type="spellStart"/>
      <w:r>
        <w:t>sõlmimisel</w:t>
      </w:r>
      <w:proofErr w:type="spellEnd"/>
      <w:r>
        <w:t>.</w:t>
      </w:r>
    </w:p>
    <w:p w14:paraId="5916B3C1" w14:textId="77777777" w:rsidR="00A96DDB" w:rsidRDefault="00A96DDB" w:rsidP="00A96DDB"/>
    <w:p w14:paraId="4DB7010E" w14:textId="56FAC66F" w:rsidR="000B22E9" w:rsidRDefault="00A96DDB" w:rsidP="00A96DDB">
      <w:proofErr w:type="spellStart"/>
      <w:r>
        <w:t>Volikiri</w:t>
      </w:r>
      <w:proofErr w:type="spellEnd"/>
      <w:r>
        <w:t xml:space="preserve"> on </w:t>
      </w:r>
      <w:proofErr w:type="spellStart"/>
      <w:r>
        <w:t>kehtiv</w:t>
      </w:r>
      <w:proofErr w:type="spellEnd"/>
      <w:r>
        <w:t xml:space="preserve"> </w:t>
      </w:r>
      <w:proofErr w:type="spellStart"/>
      <w:r>
        <w:t>tähtajatult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on </w:t>
      </w:r>
      <w:proofErr w:type="spellStart"/>
      <w:r>
        <w:t>välja</w:t>
      </w:r>
      <w:proofErr w:type="spellEnd"/>
      <w:r>
        <w:t xml:space="preserve"> </w:t>
      </w:r>
      <w:proofErr w:type="spellStart"/>
      <w:r>
        <w:t>antud</w:t>
      </w:r>
      <w:proofErr w:type="spellEnd"/>
      <w:r>
        <w:t xml:space="preserve"> </w:t>
      </w:r>
      <w:proofErr w:type="spellStart"/>
      <w:r>
        <w:t>edasivolitamise</w:t>
      </w:r>
      <w:proofErr w:type="spellEnd"/>
      <w:r>
        <w:t xml:space="preserve"> </w:t>
      </w:r>
      <w:proofErr w:type="spellStart"/>
      <w:r>
        <w:t>õiguseta</w:t>
      </w:r>
      <w:proofErr w:type="spellEnd"/>
      <w:r>
        <w:t>.</w:t>
      </w:r>
    </w:p>
    <w:p w14:paraId="0A4FA23C" w14:textId="2C0F8A60" w:rsidR="000B22E9" w:rsidRDefault="000B22E9" w:rsidP="000B22E9"/>
    <w:p w14:paraId="48A6EFAE" w14:textId="77777777" w:rsidR="00BA1B34" w:rsidRDefault="00BA1B34" w:rsidP="000B22E9"/>
    <w:p w14:paraId="5BBFCF0E" w14:textId="77777777" w:rsidR="00BA1B34" w:rsidRDefault="00BA1B34" w:rsidP="000B22E9"/>
    <w:p w14:paraId="3F7AD550" w14:textId="77777777" w:rsidR="00BA1B34" w:rsidRDefault="00BA1B34" w:rsidP="000B22E9"/>
    <w:p w14:paraId="55E2A392" w14:textId="169D1DD0" w:rsidR="000B22E9" w:rsidRDefault="000B22E9" w:rsidP="000B22E9">
      <w:r>
        <w:t>Mihkel Matsin</w:t>
      </w:r>
    </w:p>
    <w:p w14:paraId="618A2280" w14:textId="45B44223" w:rsidR="000B22E9" w:rsidRDefault="000B22E9" w:rsidP="000B22E9">
      <w:proofErr w:type="spellStart"/>
      <w:r>
        <w:t>Juhatuse</w:t>
      </w:r>
      <w:proofErr w:type="spellEnd"/>
      <w:r>
        <w:t xml:space="preserve"> </w:t>
      </w:r>
      <w:proofErr w:type="spellStart"/>
      <w:r>
        <w:t>liige</w:t>
      </w:r>
      <w:proofErr w:type="spellEnd"/>
    </w:p>
    <w:p w14:paraId="2F5A0EE2" w14:textId="248D76E0" w:rsidR="000B22E9" w:rsidRDefault="000B22E9" w:rsidP="000B22E9">
      <w:r>
        <w:t>Valga Puu OÜ</w:t>
      </w:r>
    </w:p>
    <w:p w14:paraId="62163FB2" w14:textId="0A968515" w:rsidR="000B22E9" w:rsidRDefault="000B22E9" w:rsidP="000B22E9"/>
    <w:p w14:paraId="4B7C1BF1" w14:textId="12E052C7" w:rsidR="000B22E9" w:rsidRDefault="000B22E9" w:rsidP="000B22E9">
      <w:r>
        <w:t>Tel. 5106979</w:t>
      </w:r>
    </w:p>
    <w:p w14:paraId="42D46AE5" w14:textId="491FDE29" w:rsidR="000B22E9" w:rsidRDefault="000B22E9" w:rsidP="000B22E9">
      <w:hyperlink r:id="rId10" w:history="1">
        <w:r w:rsidRPr="00736A24">
          <w:rPr>
            <w:rStyle w:val="Hyperlink"/>
          </w:rPr>
          <w:t>mihkel@valgapuu.ee</w:t>
        </w:r>
      </w:hyperlink>
    </w:p>
    <w:p w14:paraId="53C5A498" w14:textId="77777777" w:rsidR="000B22E9" w:rsidRDefault="000B22E9" w:rsidP="000B22E9"/>
    <w:sectPr w:rsidR="000B22E9" w:rsidSect="00021518">
      <w:headerReference w:type="first" r:id="rId11"/>
      <w:footerReference w:type="first" r:id="rId12"/>
      <w:pgSz w:w="11900" w:h="16840"/>
      <w:pgMar w:top="2381" w:right="1440" w:bottom="1440" w:left="1440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0287B" w14:textId="77777777" w:rsidR="00441034" w:rsidRDefault="00441034" w:rsidP="00021518">
      <w:r>
        <w:separator/>
      </w:r>
    </w:p>
  </w:endnote>
  <w:endnote w:type="continuationSeparator" w:id="0">
    <w:p w14:paraId="4C1C5436" w14:textId="77777777" w:rsidR="00441034" w:rsidRDefault="00441034" w:rsidP="00021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lavika">
    <w:altName w:val="Calibri"/>
    <w:charset w:val="00"/>
    <w:family w:val="auto"/>
    <w:pitch w:val="variable"/>
    <w:sig w:usb0="A00000AF" w:usb1="5000204A" w:usb2="00000000" w:usb3="00000000" w:csb0="0000009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2022"/>
      <w:gridCol w:w="2482"/>
      <w:gridCol w:w="2253"/>
      <w:gridCol w:w="2253"/>
    </w:tblGrid>
    <w:tr w:rsidR="007D55C9" w:rsidRPr="00885369" w14:paraId="51EDF45D" w14:textId="77777777" w:rsidTr="007D55C9">
      <w:tc>
        <w:tcPr>
          <w:tcW w:w="2022" w:type="dxa"/>
        </w:tcPr>
        <w:p w14:paraId="4934C49E" w14:textId="77777777" w:rsidR="007D55C9" w:rsidRPr="00885369" w:rsidRDefault="007D55C9">
          <w:pPr>
            <w:pStyle w:val="Footer"/>
            <w:rPr>
              <w:rFonts w:ascii="Trebuchet MS" w:hAnsi="Trebuchet MS"/>
              <w:b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b/>
              <w:color w:val="948D70"/>
              <w:sz w:val="18"/>
              <w:szCs w:val="18"/>
            </w:rPr>
            <w:t>OÜ Valga Puu</w:t>
          </w:r>
        </w:p>
      </w:tc>
      <w:tc>
        <w:tcPr>
          <w:tcW w:w="2482" w:type="dxa"/>
        </w:tcPr>
        <w:p w14:paraId="0867D025" w14:textId="77777777" w:rsidR="007D55C9" w:rsidRPr="00885369" w:rsidRDefault="007D55C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 xml:space="preserve">Palu, Kulli </w:t>
          </w:r>
          <w:proofErr w:type="spellStart"/>
          <w:r w:rsidRPr="00885369">
            <w:rPr>
              <w:rFonts w:ascii="Trebuchet MS" w:hAnsi="Trebuchet MS"/>
              <w:color w:val="948D70"/>
              <w:sz w:val="18"/>
              <w:szCs w:val="18"/>
            </w:rPr>
            <w:t>küla</w:t>
          </w:r>
          <w:proofErr w:type="spellEnd"/>
        </w:p>
      </w:tc>
      <w:tc>
        <w:tcPr>
          <w:tcW w:w="2253" w:type="dxa"/>
        </w:tcPr>
        <w:p w14:paraId="11A8E0C1" w14:textId="77777777" w:rsidR="007D55C9" w:rsidRPr="00885369" w:rsidRDefault="007D55C9" w:rsidP="0010108A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Reg. No: 10600304</w:t>
          </w:r>
        </w:p>
      </w:tc>
      <w:tc>
        <w:tcPr>
          <w:tcW w:w="2253" w:type="dxa"/>
          <w:vMerge w:val="restart"/>
        </w:tcPr>
        <w:p w14:paraId="16C30044" w14:textId="07D08E6F" w:rsidR="007D55C9" w:rsidRPr="00885369" w:rsidRDefault="007D55C9" w:rsidP="0010108A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>
            <w:rPr>
              <w:rFonts w:ascii="Trebuchet MS" w:hAnsi="Trebuchet MS"/>
              <w:noProof/>
              <w:color w:val="948D70"/>
              <w:sz w:val="18"/>
              <w:szCs w:val="18"/>
            </w:rPr>
            <w:drawing>
              <wp:inline distT="0" distB="0" distL="0" distR="0" wp14:anchorId="66F4DF36" wp14:editId="3C51C356">
                <wp:extent cx="815340" cy="365962"/>
                <wp:effectExtent l="0" t="0" r="381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7944" cy="398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D55C9" w:rsidRPr="00885369" w14:paraId="45B66F62" w14:textId="77777777" w:rsidTr="007D55C9">
      <w:tc>
        <w:tcPr>
          <w:tcW w:w="2022" w:type="dxa"/>
        </w:tcPr>
        <w:p w14:paraId="30C46E73" w14:textId="701CBDCE" w:rsidR="007D55C9" w:rsidRPr="00885369" w:rsidRDefault="007D55C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info@valgapuu.ee</w:t>
          </w:r>
        </w:p>
      </w:tc>
      <w:tc>
        <w:tcPr>
          <w:tcW w:w="2482" w:type="dxa"/>
        </w:tcPr>
        <w:p w14:paraId="7ACE035F" w14:textId="77777777" w:rsidR="007D55C9" w:rsidRPr="00885369" w:rsidRDefault="007D55C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 xml:space="preserve">68401 </w:t>
          </w:r>
          <w:proofErr w:type="spellStart"/>
          <w:r w:rsidRPr="00885369">
            <w:rPr>
              <w:rFonts w:ascii="Trebuchet MS" w:hAnsi="Trebuchet MS"/>
              <w:color w:val="948D70"/>
              <w:sz w:val="18"/>
              <w:szCs w:val="18"/>
            </w:rPr>
            <w:t>Valgamaa</w:t>
          </w:r>
          <w:proofErr w:type="spellEnd"/>
          <w:r w:rsidRPr="00885369">
            <w:rPr>
              <w:rFonts w:ascii="Trebuchet MS" w:hAnsi="Trebuchet MS"/>
              <w:color w:val="948D70"/>
              <w:sz w:val="18"/>
              <w:szCs w:val="18"/>
            </w:rPr>
            <w:t xml:space="preserve"> </w:t>
          </w:r>
        </w:p>
      </w:tc>
      <w:tc>
        <w:tcPr>
          <w:tcW w:w="2253" w:type="dxa"/>
        </w:tcPr>
        <w:p w14:paraId="4C644C4C" w14:textId="77777777" w:rsidR="007D55C9" w:rsidRPr="00885369" w:rsidRDefault="007D55C9" w:rsidP="004A6CAA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VAT No: EE100578827</w:t>
          </w:r>
        </w:p>
      </w:tc>
      <w:tc>
        <w:tcPr>
          <w:tcW w:w="2253" w:type="dxa"/>
          <w:vMerge/>
        </w:tcPr>
        <w:p w14:paraId="3ECFD1F5" w14:textId="56292CB8" w:rsidR="007D55C9" w:rsidRPr="00885369" w:rsidRDefault="007D55C9" w:rsidP="0010108A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</w:p>
      </w:tc>
    </w:tr>
    <w:tr w:rsidR="007D55C9" w:rsidRPr="00885369" w14:paraId="3AE31D54" w14:textId="77777777" w:rsidTr="007D55C9">
      <w:trPr>
        <w:trHeight w:val="218"/>
      </w:trPr>
      <w:tc>
        <w:tcPr>
          <w:tcW w:w="2022" w:type="dxa"/>
        </w:tcPr>
        <w:p w14:paraId="02DBD21B" w14:textId="70E37152" w:rsidR="00021518" w:rsidRPr="00885369" w:rsidRDefault="0088536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www.valgapuu.ee</w:t>
          </w:r>
        </w:p>
      </w:tc>
      <w:tc>
        <w:tcPr>
          <w:tcW w:w="2482" w:type="dxa"/>
        </w:tcPr>
        <w:p w14:paraId="4617FE92" w14:textId="77777777" w:rsidR="00021518" w:rsidRPr="00885369" w:rsidRDefault="00C741F0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ESTONIA</w:t>
          </w:r>
        </w:p>
      </w:tc>
      <w:tc>
        <w:tcPr>
          <w:tcW w:w="2253" w:type="dxa"/>
        </w:tcPr>
        <w:p w14:paraId="218DF9B1" w14:textId="77777777" w:rsidR="00021518" w:rsidRPr="00885369" w:rsidRDefault="00C22A2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Tel: +372 767 0370</w:t>
          </w:r>
        </w:p>
      </w:tc>
      <w:tc>
        <w:tcPr>
          <w:tcW w:w="2253" w:type="dxa"/>
        </w:tcPr>
        <w:p w14:paraId="5EB0ACD4" w14:textId="71DA1374" w:rsidR="00021518" w:rsidRPr="00885369" w:rsidRDefault="007D55C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www.foreko.ee</w:t>
          </w:r>
        </w:p>
      </w:tc>
    </w:tr>
  </w:tbl>
  <w:p w14:paraId="35E8F0F7" w14:textId="77777777" w:rsidR="00021518" w:rsidRPr="00885369" w:rsidRDefault="00021518">
    <w:pPr>
      <w:pStyle w:val="Footer"/>
      <w:rPr>
        <w:rFonts w:ascii="Trebuchet MS" w:hAnsi="Trebuchet MS"/>
        <w:color w:val="948D7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85FFB" w14:textId="77777777" w:rsidR="00441034" w:rsidRDefault="00441034" w:rsidP="00021518">
      <w:r>
        <w:separator/>
      </w:r>
    </w:p>
  </w:footnote>
  <w:footnote w:type="continuationSeparator" w:id="0">
    <w:p w14:paraId="200DF8C8" w14:textId="77777777" w:rsidR="00441034" w:rsidRDefault="00441034" w:rsidP="00021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F5340" w14:textId="1FB1CA6E" w:rsidR="00021518" w:rsidRDefault="00885369" w:rsidP="00021518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47465CBB" wp14:editId="794B694D">
          <wp:simplePos x="0" y="0"/>
          <wp:positionH relativeFrom="margin">
            <wp:posOffset>5265420</wp:posOffset>
          </wp:positionH>
          <wp:positionV relativeFrom="paragraph">
            <wp:posOffset>-231140</wp:posOffset>
          </wp:positionV>
          <wp:extent cx="1089660" cy="1089660"/>
          <wp:effectExtent l="0" t="0" r="0" b="0"/>
          <wp:wrapTight wrapText="bothSides">
            <wp:wrapPolygon edited="0">
              <wp:start x="8308" y="3021"/>
              <wp:lineTo x="6420" y="5287"/>
              <wp:lineTo x="4909" y="7552"/>
              <wp:lineTo x="4909" y="10573"/>
              <wp:lineTo x="6042" y="15860"/>
              <wp:lineTo x="7930" y="17371"/>
              <wp:lineTo x="8308" y="18126"/>
              <wp:lineTo x="12839" y="18126"/>
              <wp:lineTo x="13217" y="17371"/>
              <wp:lineTo x="15483" y="15860"/>
              <wp:lineTo x="16615" y="8308"/>
              <wp:lineTo x="14727" y="5287"/>
              <wp:lineTo x="12839" y="3021"/>
              <wp:lineTo x="8308" y="3021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9660" cy="1089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108A">
      <w:rPr>
        <w:noProof/>
        <w:lang w:val="en-US"/>
      </w:rPr>
      <w:drawing>
        <wp:inline distT="0" distB="0" distL="0" distR="0" wp14:anchorId="3F271BAB" wp14:editId="02AFA419">
          <wp:extent cx="2066925" cy="721820"/>
          <wp:effectExtent l="0" t="0" r="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valga puu_horisonaalne-0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1452" cy="7338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8E4"/>
    <w:rsid w:val="00013B5A"/>
    <w:rsid w:val="00021518"/>
    <w:rsid w:val="0005794B"/>
    <w:rsid w:val="000704E1"/>
    <w:rsid w:val="000B22E9"/>
    <w:rsid w:val="000C1915"/>
    <w:rsid w:val="000C1C7A"/>
    <w:rsid w:val="000D6594"/>
    <w:rsid w:val="0010108A"/>
    <w:rsid w:val="00162485"/>
    <w:rsid w:val="00163DF7"/>
    <w:rsid w:val="0016534B"/>
    <w:rsid w:val="001B51B9"/>
    <w:rsid w:val="001C79A4"/>
    <w:rsid w:val="00222ABE"/>
    <w:rsid w:val="00247372"/>
    <w:rsid w:val="0028372D"/>
    <w:rsid w:val="002F78CE"/>
    <w:rsid w:val="00326918"/>
    <w:rsid w:val="003F0526"/>
    <w:rsid w:val="004168E4"/>
    <w:rsid w:val="00441034"/>
    <w:rsid w:val="004916FD"/>
    <w:rsid w:val="004A6CAA"/>
    <w:rsid w:val="004F5FA2"/>
    <w:rsid w:val="00515356"/>
    <w:rsid w:val="00547B80"/>
    <w:rsid w:val="00590DB0"/>
    <w:rsid w:val="005A2FA8"/>
    <w:rsid w:val="005C594E"/>
    <w:rsid w:val="006011E7"/>
    <w:rsid w:val="0068350D"/>
    <w:rsid w:val="0077566A"/>
    <w:rsid w:val="007A27B7"/>
    <w:rsid w:val="007C0A1D"/>
    <w:rsid w:val="007D55C9"/>
    <w:rsid w:val="00823FD0"/>
    <w:rsid w:val="00826162"/>
    <w:rsid w:val="00885369"/>
    <w:rsid w:val="008C63F7"/>
    <w:rsid w:val="00917718"/>
    <w:rsid w:val="00965B26"/>
    <w:rsid w:val="009D76AB"/>
    <w:rsid w:val="009E57F7"/>
    <w:rsid w:val="009F3F3C"/>
    <w:rsid w:val="00A80ADA"/>
    <w:rsid w:val="00A96DDB"/>
    <w:rsid w:val="00AA78F9"/>
    <w:rsid w:val="00AC6AA6"/>
    <w:rsid w:val="00AD7A3A"/>
    <w:rsid w:val="00AF76AE"/>
    <w:rsid w:val="00AF7731"/>
    <w:rsid w:val="00B623B0"/>
    <w:rsid w:val="00BA1B34"/>
    <w:rsid w:val="00BA3A77"/>
    <w:rsid w:val="00BF48FA"/>
    <w:rsid w:val="00C22A29"/>
    <w:rsid w:val="00C27C2F"/>
    <w:rsid w:val="00C46E60"/>
    <w:rsid w:val="00C741F0"/>
    <w:rsid w:val="00C74D1A"/>
    <w:rsid w:val="00C95852"/>
    <w:rsid w:val="00D446D8"/>
    <w:rsid w:val="00DD2530"/>
    <w:rsid w:val="00DD2A2F"/>
    <w:rsid w:val="00E267FE"/>
    <w:rsid w:val="00E65404"/>
    <w:rsid w:val="00E84815"/>
    <w:rsid w:val="00E84E1C"/>
    <w:rsid w:val="00EE7E0C"/>
    <w:rsid w:val="00F17E04"/>
    <w:rsid w:val="00F253AE"/>
    <w:rsid w:val="00F4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2D54C"/>
  <w14:defaultImageDpi w14:val="32767"/>
  <w15:chartTrackingRefBased/>
  <w15:docId w15:val="{22E2831F-6D68-42B9-A45C-8F21F97DF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9A4"/>
    <w:rPr>
      <w:rFonts w:ascii="Klavika" w:hAnsi="Klavik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15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1518"/>
    <w:rPr>
      <w:rFonts w:ascii="Klavika" w:hAnsi="Klavika"/>
    </w:rPr>
  </w:style>
  <w:style w:type="paragraph" w:styleId="Footer">
    <w:name w:val="footer"/>
    <w:basedOn w:val="Normal"/>
    <w:link w:val="FooterChar"/>
    <w:uiPriority w:val="99"/>
    <w:unhideWhenUsed/>
    <w:rsid w:val="000215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1518"/>
    <w:rPr>
      <w:rFonts w:ascii="Klavika" w:hAnsi="Klavika"/>
    </w:rPr>
  </w:style>
  <w:style w:type="table" w:styleId="TableGrid">
    <w:name w:val="Table Grid"/>
    <w:basedOn w:val="TableNormal"/>
    <w:uiPriority w:val="39"/>
    <w:rsid w:val="000215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B22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22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2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mihkel@valgapuu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it%20Kaasik\Desktop\Pildid%20&amp;%20materjalid\Blanketid,%20visiitkaardid,%20e-kirja%20allkirjad\AS_Graanul_Inve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E2786962CB964DA380EC4311E83B5E" ma:contentTypeVersion="13" ma:contentTypeDescription="Loo uus dokument" ma:contentTypeScope="" ma:versionID="ab87478291efd4d8159e633d8b33fb3d">
  <xsd:schema xmlns:xsd="http://www.w3.org/2001/XMLSchema" xmlns:xs="http://www.w3.org/2001/XMLSchema" xmlns:p="http://schemas.microsoft.com/office/2006/metadata/properties" xmlns:ns2="c03434c7-a749-41c5-88c2-99a661d8ae5b" xmlns:ns3="66c48537-5a0c-4527-89f1-4f1a58a7eca6" targetNamespace="http://schemas.microsoft.com/office/2006/metadata/properties" ma:root="true" ma:fieldsID="28e927f9bd7215d6b34e72376fc17770" ns2:_="" ns3:_="">
    <xsd:import namespace="c03434c7-a749-41c5-88c2-99a661d8ae5b"/>
    <xsd:import namespace="66c48537-5a0c-4527-89f1-4f1a58a7ec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434c7-a749-41c5-88c2-99a661d8ae5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39c588-fe7c-43f2-85a1-06bd1b45c0f2}" ma:internalName="TaxCatchAll" ma:showField="CatchAllData" ma:web="c03434c7-a749-41c5-88c2-99a661d8a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48537-5a0c-4527-89f1-4f1a58a7ec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5c4d5488-1f8f-433d-b1e2-9b505f439e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3434c7-a749-41c5-88c2-99a661d8ae5b" xsi:nil="true"/>
    <lcf76f155ced4ddcb4097134ff3c332f xmlns="66c48537-5a0c-4527-89f1-4f1a58a7eca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3009F06-03C9-47EA-B0C7-CF6948A8D8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EA8511-909C-4EB3-AA21-9FE43873DF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434c7-a749-41c5-88c2-99a661d8ae5b"/>
    <ds:schemaRef ds:uri="66c48537-5a0c-4527-89f1-4f1a58a7ec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82E9A8-65A5-4703-91C6-C0984C4968BC}">
  <ds:schemaRefs>
    <ds:schemaRef ds:uri="http://schemas.microsoft.com/office/2006/metadata/properties"/>
    <ds:schemaRef ds:uri="http://schemas.microsoft.com/office/infopath/2007/PartnerControls"/>
    <ds:schemaRef ds:uri="c03434c7-a749-41c5-88c2-99a661d8ae5b"/>
    <ds:schemaRef ds:uri="66c48537-5a0c-4527-89f1-4f1a58a7eca6"/>
  </ds:schemaRefs>
</ds:datastoreItem>
</file>

<file path=customXml/itemProps4.xml><?xml version="1.0" encoding="utf-8"?>
<ds:datastoreItem xmlns:ds="http://schemas.openxmlformats.org/officeDocument/2006/customXml" ds:itemID="{64FED401-EA1E-48D4-B874-98A01BC29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AS_Graanul_Invest</Template>
  <TotalTime>0</TotalTime>
  <Pages>1</Pages>
  <Words>58</Words>
  <Characters>417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Karit Kaasik</dc:creator>
  <cp:keywords/>
  <dc:description/>
  <cp:lastModifiedBy>Mihkel Matsin</cp:lastModifiedBy>
  <cp:revision>2</cp:revision>
  <dcterms:created xsi:type="dcterms:W3CDTF">2025-10-06T06:16:00Z</dcterms:created>
  <dcterms:modified xsi:type="dcterms:W3CDTF">2025-10-06T06:16:00Z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cf19498fe651b598eb1366c9f0eae2487563be6fb5bf325002b4f9bc100b9fd6</vt:lpwstr>
  </property>
  <property fmtid="{D5CDD505-2E9C-101B-9397-08002B2CF9AE}" pid="3" name="ContentTypeId">
    <vt:lpwstr>0x01010034E2786962CB964DA380EC4311E83B5E</vt:lpwstr>
  </property>
  <property fmtid="{D5CDD505-2E9C-101B-9397-08002B2CF9AE}" pid="4" name="MediaServiceImageTags">
    <vt:lpwstr/>
  </property>
</Properties>
</file>